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107C90" w:rsidP="004C496E">
          <w:pPr>
            <w:spacing w:after="200"/>
            <w:rPr>
              <w:smallCaps/>
              <w:sz w:val="28"/>
              <w:szCs w:val="28"/>
            </w:rPr>
          </w:pPr>
          <w:r w:rsidRPr="00107C90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_x0000_s1076" style="position:absolute;margin-left:26.15pt;margin-top:21.3pt;width:561.9pt;height:742.7pt;z-index:251667968;mso-width-percent:920;mso-height-percent:940;mso-position-horizontal-relative:page;mso-position-vertical-relative:page;mso-width-percent:920;mso-height-percent:940" arcsize="2269f" o:allowincell="f" filled="f" fillcolor="black">
                <v:fill color2="#272727" type="pattern"/>
                <w10:wrap anchorx="page" anchory="page"/>
              </v:roundrect>
            </w:pict>
          </w:r>
          <w:r w:rsidR="004C496E"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6F65DF" w:rsidRPr="006F65DF" w:rsidRDefault="006F65DF" w:rsidP="006F65DF">
          <w:pPr>
            <w:spacing w:after="200"/>
            <w:rPr>
              <w:smallCaps/>
              <w:sz w:val="28"/>
              <w:szCs w:val="28"/>
            </w:rPr>
          </w:pPr>
          <w:proofErr w:type="gramStart"/>
          <w:r w:rsidRPr="006F65DF">
            <w:rPr>
              <w:smallCaps/>
              <w:sz w:val="28"/>
              <w:szCs w:val="28"/>
            </w:rPr>
            <w:t>Electronics and Electrical Communications Engineering Dept.</w:t>
          </w:r>
          <w:proofErr w:type="gramEnd"/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107C90" w:rsidP="004C496E">
          <w:pPr>
            <w:spacing w:after="200"/>
            <w:rPr>
              <w:smallCaps/>
            </w:rPr>
          </w:pPr>
          <w:r w:rsidRPr="00107C90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_x0000_s1068" style="position:absolute;margin-left:0;margin-top:0;width:506.8pt;height:670.45pt;z-index:25166592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107C90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  <w:lang w:eastAsia="ja-JP"/>
            </w:rPr>
            <w:pict>
              <v:rect id="_x0000_s1067" style="position:absolute;margin-left:0;margin-top:289.85pt;width:575.15pt;height:755.15pt;z-index:251664896;mso-width-percent:917;mso-height-percent:1000;mso-top-percent:250;mso-position-horizontal:center;mso-position-horizontal-relative:page;mso-position-vertical-relative:page;mso-width-percent:917;mso-height-percent:1000;mso-top-percent:250;mso-height-relative:margin" o:allowincell="f" filled="f" stroked="f">
                <v:textbox style="mso-next-textbox:#_x0000_s1067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7"/>
                      </w:tblGrid>
                      <w:tr w:rsidR="00EA3624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EA3624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107C90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5878589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0929AE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  <w:lang w:val="en-GB"/>
                                  </w:rPr>
                                  <w:t>DDS for frequency hopping system</w:t>
                                </w:r>
                              </w:sdtContent>
                            </w:sdt>
                          </w:p>
                        </w:tc>
                      </w:tr>
                      <w:tr w:rsidR="00EA3624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EA3624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107C90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5878590"/>
                                <w:placeholder>
                                  <w:docPart w:val="92008C6CD3B6426C9473CDBE016CB86A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roofErr w:type="spellStart"/>
                                <w:r w:rsidR="000929AE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val="en-GB" w:bidi="ar-EG"/>
                                  </w:rPr>
                                  <w:t>Dr.Abdel</w:t>
                                </w:r>
                                <w:proofErr w:type="spellEnd"/>
                                <w:r w:rsidR="000929AE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val="en-GB" w:bidi="ar-EG"/>
                                  </w:rPr>
                                  <w:t xml:space="preserve"> </w:t>
                                </w:r>
                                <w:proofErr w:type="spellStart"/>
                                <w:r w:rsidR="000929AE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val="en-GB" w:bidi="ar-EG"/>
                                  </w:rPr>
                                  <w:t>Halim</w:t>
                                </w:r>
                                <w:proofErr w:type="spellEnd"/>
                                <w:r w:rsidR="000929AE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val="en-GB" w:bidi="ar-EG"/>
                                  </w:rPr>
                                  <w:t xml:space="preserve"> </w:t>
                                </w:r>
                                <w:proofErr w:type="spellStart"/>
                                <w:r w:rsidR="000929AE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val="en-GB" w:bidi="ar-EG"/>
                                  </w:rPr>
                                  <w:t>Shosha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5211"/>
            <w:gridCol w:w="4365"/>
          </w:tblGrid>
          <w:tr w:rsidR="004C496E" w:rsidRPr="00C00125" w:rsidTr="00630748">
            <w:tc>
              <w:tcPr>
                <w:tcW w:w="5211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>
                  <w:rPr>
                    <w:smallCaps/>
                    <w:noProof/>
                    <w:sz w:val="36"/>
                    <w:szCs w:val="36"/>
                  </w:rPr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-4827905</wp:posOffset>
                      </wp:positionV>
                      <wp:extent cx="1009650" cy="1447800"/>
                      <wp:effectExtent l="19050" t="0" r="0" b="0"/>
                      <wp:wrapNone/>
                      <wp:docPr id="54" name="Picture 1" descr="d8b4d81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d8b4d812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9650" cy="1447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365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630748">
            <w:tc>
              <w:tcPr>
                <w:tcW w:w="5211" w:type="dxa"/>
              </w:tcPr>
              <w:p w:rsidR="004C496E" w:rsidRPr="00C00125" w:rsidRDefault="0063074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-BoldMT" w:hAnsi="TimesNewRomanPS-BoldMT" w:cs="TimesNewRomanPS-BoldMT"/>
                    <w:b/>
                    <w:bCs/>
                    <w:color w:val="auto"/>
                    <w:sz w:val="32"/>
                    <w:szCs w:val="32"/>
                    <w:lang w:val="en-GB"/>
                  </w:rPr>
                  <w:t xml:space="preserve">Ahmad Mohammed Abd EL </w:t>
                </w:r>
                <w:proofErr w:type="spellStart"/>
                <w:r>
                  <w:rPr>
                    <w:rFonts w:ascii="TimesNewRomanPS-BoldMT" w:hAnsi="TimesNewRomanPS-BoldMT" w:cs="TimesNewRomanPS-BoldMT"/>
                    <w:b/>
                    <w:bCs/>
                    <w:color w:val="auto"/>
                    <w:sz w:val="32"/>
                    <w:szCs w:val="32"/>
                    <w:lang w:val="en-GB"/>
                  </w:rPr>
                  <w:t>Ghany</w:t>
                </w:r>
                <w:proofErr w:type="spellEnd"/>
              </w:p>
            </w:tc>
            <w:tc>
              <w:tcPr>
                <w:tcW w:w="4365" w:type="dxa"/>
              </w:tcPr>
              <w:p w:rsidR="004C496E" w:rsidRPr="00C00125" w:rsidRDefault="00EA3624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ahmedheskey1@hotmail.com</w:t>
                </w:r>
              </w:p>
            </w:tc>
          </w:tr>
          <w:tr w:rsidR="004C496E" w:rsidRPr="00C00125" w:rsidTr="00630748">
            <w:tc>
              <w:tcPr>
                <w:tcW w:w="5211" w:type="dxa"/>
              </w:tcPr>
              <w:p w:rsidR="004C496E" w:rsidRPr="00C00125" w:rsidRDefault="0063074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-BoldMT" w:hAnsi="TimesNewRomanPS-BoldMT" w:cs="TimesNewRomanPS-BoldMT"/>
                    <w:b/>
                    <w:bCs/>
                    <w:color w:val="auto"/>
                    <w:sz w:val="32"/>
                    <w:szCs w:val="32"/>
                    <w:lang w:val="en-GB"/>
                  </w:rPr>
                  <w:t>Islam Ibrahim Omar</w:t>
                </w:r>
              </w:p>
            </w:tc>
            <w:tc>
              <w:tcPr>
                <w:tcW w:w="4365" w:type="dxa"/>
              </w:tcPr>
              <w:p w:rsidR="004C496E" w:rsidRPr="00C00125" w:rsidRDefault="00EA3624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eng_islam2011@yahoo.com</w:t>
                </w:r>
              </w:p>
            </w:tc>
          </w:tr>
          <w:tr w:rsidR="004C496E" w:rsidRPr="00C00125" w:rsidTr="00630748">
            <w:tc>
              <w:tcPr>
                <w:tcW w:w="5211" w:type="dxa"/>
              </w:tcPr>
              <w:p w:rsidR="004C496E" w:rsidRPr="00C00125" w:rsidRDefault="0063074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-BoldMT" w:hAnsi="TimesNewRomanPS-BoldMT" w:cs="TimesNewRomanPS-BoldMT"/>
                    <w:b/>
                    <w:bCs/>
                    <w:color w:val="auto"/>
                    <w:sz w:val="32"/>
                    <w:szCs w:val="32"/>
                    <w:lang w:val="en-GB"/>
                  </w:rPr>
                  <w:t xml:space="preserve">Omar Ahmed Mohamed </w:t>
                </w:r>
                <w:proofErr w:type="spellStart"/>
                <w:r>
                  <w:rPr>
                    <w:rFonts w:ascii="TimesNewRomanPS-BoldMT" w:hAnsi="TimesNewRomanPS-BoldMT" w:cs="TimesNewRomanPS-BoldMT"/>
                    <w:b/>
                    <w:bCs/>
                    <w:color w:val="auto"/>
                    <w:sz w:val="32"/>
                    <w:szCs w:val="32"/>
                    <w:lang w:val="en-GB"/>
                  </w:rPr>
                  <w:t>Amin</w:t>
                </w:r>
                <w:proofErr w:type="spellEnd"/>
              </w:p>
            </w:tc>
            <w:tc>
              <w:tcPr>
                <w:tcW w:w="4365" w:type="dxa"/>
              </w:tcPr>
              <w:p w:rsidR="004C496E" w:rsidRPr="00C00125" w:rsidRDefault="00EA3624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eng_3maramin@yahoo.com</w:t>
                </w:r>
              </w:p>
            </w:tc>
          </w:tr>
          <w:tr w:rsidR="004C496E" w:rsidRPr="00C00125" w:rsidTr="00630748">
            <w:tc>
              <w:tcPr>
                <w:tcW w:w="5211" w:type="dxa"/>
              </w:tcPr>
              <w:p w:rsidR="004C496E" w:rsidRPr="00C00125" w:rsidRDefault="0063074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-BoldMT" w:hAnsi="TimesNewRomanPS-BoldMT" w:cs="TimesNewRomanPS-BoldMT"/>
                    <w:b/>
                    <w:bCs/>
                    <w:color w:val="auto"/>
                    <w:sz w:val="32"/>
                    <w:szCs w:val="32"/>
                    <w:lang w:val="en-GB"/>
                  </w:rPr>
                  <w:t>Mohammed Abd Allah Mohammed</w:t>
                </w:r>
              </w:p>
            </w:tc>
            <w:tc>
              <w:tcPr>
                <w:tcW w:w="4365" w:type="dxa"/>
              </w:tcPr>
              <w:p w:rsidR="004C496E" w:rsidRPr="00C00125" w:rsidRDefault="00EA3624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m7.abdallah@gmail.com</w:t>
                </w:r>
              </w:p>
            </w:tc>
          </w:tr>
          <w:tr w:rsidR="004C496E" w:rsidRPr="00C00125" w:rsidTr="00630748">
            <w:tc>
              <w:tcPr>
                <w:tcW w:w="5211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  <w:tc>
              <w:tcPr>
                <w:tcW w:w="4365" w:type="dxa"/>
              </w:tcPr>
              <w:p w:rsidR="004C496E" w:rsidRPr="00C00125" w:rsidRDefault="00107C90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6F65DF" w:rsidRDefault="006F65DF">
      <w:pPr>
        <w:pStyle w:val="Title"/>
        <w:rPr>
          <w:smallCaps w:val="0"/>
        </w:rPr>
      </w:pPr>
    </w:p>
    <w:p w:rsidR="006F65DF" w:rsidRDefault="006F65DF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107C90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0929AE">
            <w:rPr>
              <w:smallCaps w:val="0"/>
              <w:lang w:val="en-GB"/>
            </w:rPr>
            <w:t>DDS for frequency hopping system</w:t>
          </w:r>
        </w:sdtContent>
      </w:sdt>
    </w:p>
    <w:p w:rsidR="000630A3" w:rsidRDefault="00107C90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proofErr w:type="spellStart"/>
          <w:r w:rsidR="000929AE">
            <w:rPr>
              <w:lang w:val="en-GB"/>
            </w:rPr>
            <w:t>Dr.Abdel</w:t>
          </w:r>
          <w:proofErr w:type="spellEnd"/>
          <w:r w:rsidR="000929AE">
            <w:rPr>
              <w:lang w:val="en-GB"/>
            </w:rPr>
            <w:t xml:space="preserve"> </w:t>
          </w:r>
          <w:proofErr w:type="spellStart"/>
          <w:r w:rsidR="000929AE">
            <w:rPr>
              <w:lang w:val="en-GB"/>
            </w:rPr>
            <w:t>Halim</w:t>
          </w:r>
          <w:proofErr w:type="spellEnd"/>
          <w:r w:rsidR="000929AE">
            <w:rPr>
              <w:lang w:val="en-GB"/>
            </w:rPr>
            <w:t xml:space="preserve"> </w:t>
          </w:r>
          <w:proofErr w:type="spellStart"/>
          <w:r w:rsidR="000929AE">
            <w:rPr>
              <w:lang w:val="en-GB"/>
            </w:rPr>
            <w:t>Shosha</w:t>
          </w:r>
          <w:proofErr w:type="spellEnd"/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630748" w:rsidRPr="006F65DF" w:rsidRDefault="00630748" w:rsidP="006F65DF">
      <w:pPr>
        <w:autoSpaceDE w:val="0"/>
        <w:autoSpaceDN w:val="0"/>
        <w:adjustRightInd w:val="0"/>
        <w:spacing w:after="0" w:line="240" w:lineRule="auto"/>
        <w:rPr>
          <w:rFonts w:cs="TimesNewRomanPSMT"/>
          <w:color w:val="auto"/>
          <w:sz w:val="32"/>
          <w:szCs w:val="32"/>
          <w:lang w:val="en-GB"/>
        </w:rPr>
      </w:pPr>
      <w:r w:rsidRPr="006F65DF">
        <w:rPr>
          <w:rFonts w:cs="TimesNewRomanPSMT"/>
          <w:color w:val="auto"/>
          <w:sz w:val="32"/>
          <w:szCs w:val="32"/>
          <w:lang w:val="en-GB"/>
        </w:rPr>
        <w:t xml:space="preserve">Our project is essentially based on design a DDS for Bluetooth operation and </w:t>
      </w:r>
      <w:proofErr w:type="gramStart"/>
      <w:r w:rsidRPr="006F65DF">
        <w:rPr>
          <w:rFonts w:cs="TimesNewRomanPSMT"/>
          <w:color w:val="auto"/>
          <w:sz w:val="32"/>
          <w:szCs w:val="32"/>
          <w:lang w:val="en-GB"/>
        </w:rPr>
        <w:t>this lead</w:t>
      </w:r>
      <w:proofErr w:type="gramEnd"/>
      <w:r w:rsidRPr="006F65DF">
        <w:rPr>
          <w:rFonts w:cs="TimesNewRomanPSMT"/>
          <w:color w:val="auto"/>
          <w:sz w:val="32"/>
          <w:szCs w:val="32"/>
          <w:lang w:val="en-GB"/>
        </w:rPr>
        <w:t xml:space="preserve"> us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 xml:space="preserve"> </w:t>
      </w:r>
      <w:r w:rsidRPr="006F65DF">
        <w:rPr>
          <w:rFonts w:cs="TimesNewRomanPSMT"/>
          <w:color w:val="auto"/>
          <w:sz w:val="32"/>
          <w:szCs w:val="32"/>
          <w:lang w:val="en-GB"/>
        </w:rPr>
        <w:t>to know how Bluetooth work and what it need to work probably. The frequency synthesizer for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 xml:space="preserve"> </w:t>
      </w:r>
      <w:r w:rsidRPr="006F65DF">
        <w:rPr>
          <w:rFonts w:cs="TimesNewRomanPSMT"/>
          <w:color w:val="auto"/>
          <w:sz w:val="32"/>
          <w:szCs w:val="32"/>
          <w:lang w:val="en-GB"/>
        </w:rPr>
        <w:t>Bluetooth is depend on speed and resolution and this is very necessary in our case as we need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 xml:space="preserve"> </w:t>
      </w:r>
      <w:r w:rsidRPr="006F65DF">
        <w:rPr>
          <w:rFonts w:cs="TimesNewRomanPSMT"/>
          <w:color w:val="auto"/>
          <w:sz w:val="32"/>
          <w:szCs w:val="32"/>
          <w:lang w:val="en-GB"/>
        </w:rPr>
        <w:t>very fast device to meet Bluetooth o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>peration and hence we need some</w:t>
      </w:r>
      <w:r w:rsidRPr="006F65DF">
        <w:rPr>
          <w:rFonts w:cs="TimesNewRomanPSMT"/>
          <w:color w:val="auto"/>
          <w:sz w:val="32"/>
          <w:szCs w:val="32"/>
          <w:lang w:val="en-GB"/>
        </w:rPr>
        <w:t>thing to tune between the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 xml:space="preserve"> </w:t>
      </w:r>
      <w:r w:rsidRPr="006F65DF">
        <w:rPr>
          <w:rFonts w:cs="TimesNewRomanPSMT"/>
          <w:color w:val="auto"/>
          <w:sz w:val="32"/>
          <w:szCs w:val="32"/>
          <w:lang w:val="en-GB"/>
        </w:rPr>
        <w:t>certain number of frequencies we need so, we need pseudo random sequence generator to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 xml:space="preserve"> </w:t>
      </w:r>
      <w:r w:rsidRPr="006F65DF">
        <w:rPr>
          <w:rFonts w:cs="TimesNewRomanPSMT"/>
          <w:color w:val="auto"/>
          <w:sz w:val="32"/>
          <w:szCs w:val="32"/>
          <w:lang w:val="en-GB"/>
        </w:rPr>
        <w:t>generate random sequence for frequency hopping.</w:t>
      </w:r>
    </w:p>
    <w:p w:rsidR="00401D74" w:rsidRPr="006F65DF" w:rsidRDefault="00630748" w:rsidP="006F65DF">
      <w:pPr>
        <w:autoSpaceDE w:val="0"/>
        <w:autoSpaceDN w:val="0"/>
        <w:adjustRightInd w:val="0"/>
        <w:spacing w:after="0" w:line="240" w:lineRule="auto"/>
        <w:rPr>
          <w:b/>
          <w:bCs/>
          <w:color w:val="D34817"/>
          <w:sz w:val="32"/>
          <w:szCs w:val="32"/>
          <w:u w:val="single"/>
        </w:rPr>
      </w:pPr>
      <w:r w:rsidRPr="006F65DF">
        <w:rPr>
          <w:rFonts w:cs="TimesNewRomanPSMT"/>
          <w:color w:val="auto"/>
          <w:sz w:val="32"/>
          <w:szCs w:val="32"/>
          <w:lang w:val="en-GB"/>
        </w:rPr>
        <w:t>Another thing we interested in our design is the limited resources and this implemented by the</w:t>
      </w:r>
      <w:r w:rsidR="006F65DF" w:rsidRPr="006F65DF">
        <w:rPr>
          <w:rFonts w:cs="TimesNewRomanPSMT"/>
          <w:color w:val="auto"/>
          <w:sz w:val="32"/>
          <w:szCs w:val="32"/>
          <w:lang w:val="en-GB"/>
        </w:rPr>
        <w:t xml:space="preserve"> </w:t>
      </w:r>
      <w:r w:rsidRPr="006F65DF">
        <w:rPr>
          <w:rFonts w:cs="TimesNewRomanPSMT"/>
          <w:color w:val="auto"/>
          <w:sz w:val="32"/>
          <w:szCs w:val="32"/>
          <w:lang w:val="en-GB"/>
        </w:rPr>
        <w:t>memory so we introduce compression algorithm to minimize the size of ROM.</w:t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EA3624">
      <w:pPr>
        <w:rPr>
          <w:b/>
          <w:bCs/>
          <w:color w:val="D34817"/>
          <w:sz w:val="44"/>
          <w:szCs w:val="44"/>
          <w:u w:val="single"/>
        </w:rPr>
      </w:pPr>
    </w:p>
    <w:sectPr w:rsidR="00401D74" w:rsidSect="000630A3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7D5" w:rsidRDefault="000D67D5">
      <w:pPr>
        <w:spacing w:after="0" w:line="240" w:lineRule="auto"/>
      </w:pPr>
      <w:r>
        <w:separator/>
      </w:r>
    </w:p>
  </w:endnote>
  <w:endnote w:type="continuationSeparator" w:id="0">
    <w:p w:rsidR="000D67D5" w:rsidRDefault="000D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107C90">
    <w:pPr>
      <w:pStyle w:val="Footer"/>
    </w:pPr>
    <w:r>
      <w:rPr>
        <w:noProof/>
        <w:lang w:eastAsia="ja-JP"/>
      </w:rPr>
      <w:pict>
        <v:rect id="_x0000_s2071" style="position:absolute;margin-left:0;margin-top:0;width:41.85pt;height:9in;z-index:251673600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1" inset=",,8.64pt,10.8pt">
            <w:txbxContent>
              <w:p w:rsidR="000630A3" w:rsidRDefault="00107C90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placeholder>
                      <w:docPart w:val="4A5B3B8E78D747B8B596DDAEEF4D969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0929AE">
                      <w:rPr>
                        <w:rFonts w:asciiTheme="majorHAnsi" w:hAnsiTheme="majorHAnsi"/>
                        <w:color w:val="7F7F7F" w:themeColor="text1" w:themeTint="80"/>
                        <w:sz w:val="20"/>
                        <w:lang w:val="en-GB"/>
                      </w:rPr>
                      <w:t>DDS for frequency hopping system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page" anchory="margin"/>
        </v:rect>
      </w:pict>
    </w:r>
    <w:r>
      <w:rPr>
        <w:noProof/>
        <w:lang w:eastAsia="ja-JP"/>
      </w:rPr>
      <w:pict>
        <v:roundrect id="_x0000_s2072" style="position:absolute;margin-left:0;margin-top:0;width:562.05pt;height:743.45pt;z-index:25167462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lang w:eastAsia="ja-JP"/>
      </w:rPr>
      <w:pict>
        <v:oval id="_x0000_s2070" style="position:absolute;margin-left:0;margin-top:0;width:41pt;height:41pt;z-index:251672576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0" inset="0,0,0,0">
            <w:txbxContent>
              <w:p w:rsidR="000630A3" w:rsidRDefault="00107C9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EA3624" w:rsidRPr="00EA3624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107C90">
    <w:pPr>
      <w:rPr>
        <w:sz w:val="20"/>
      </w:rPr>
    </w:pPr>
    <w:r w:rsidRPr="00107C90">
      <w:rPr>
        <w:noProof/>
        <w:sz w:val="10"/>
        <w:szCs w:val="10"/>
      </w:rPr>
      <w:pict>
        <v:rect id="_x0000_s2069" style="position:absolute;margin-left:-324.15pt;margin-top:0;width:46.85pt;height:9in;z-index:251670528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9" inset=",,8.64pt,10.8pt">
            <w:txbxContent>
              <w:p w:rsidR="000630A3" w:rsidRDefault="00107C90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0929AE">
                      <w:rPr>
                        <w:rFonts w:asciiTheme="majorHAnsi" w:hAnsiTheme="majorHAnsi"/>
                        <w:color w:val="7F7F7F" w:themeColor="text1" w:themeTint="80"/>
                        <w:sz w:val="20"/>
                        <w:lang w:val="en-GB"/>
                      </w:rPr>
                      <w:t>DDS for frequency hopping system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  <w:lang w:eastAsia="ja-JP"/>
      </w:rPr>
      <w:pict>
        <v:roundrect id="_x0000_s2068" style="position:absolute;margin-left:0;margin-top:0;width:562.05pt;height:743.45pt;z-index:25166950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  <w:lang w:eastAsia="ja-JP"/>
      </w:rPr>
      <w:pict>
        <v:oval id="_x0000_s2067" style="position:absolute;margin-left:64.4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67" inset="0,0,0,0">
            <w:txbxContent>
              <w:p w:rsidR="000630A3" w:rsidRDefault="00107C9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6D69DD" w:rsidRPr="006D69DD">
                    <w:rPr>
                      <w:noProof/>
                      <w:color w:val="FFFFFF" w:themeColor="background1"/>
                      <w:sz w:val="40"/>
                      <w:szCs w:val="40"/>
                    </w:rPr>
                    <w:t>1</w:t>
                  </w:r>
                </w:fldSimple>
              </w:p>
            </w:txbxContent>
          </v:textbox>
          <w10:wrap anchorx="margin" anchory="page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7D5" w:rsidRDefault="000D67D5">
      <w:pPr>
        <w:spacing w:after="0" w:line="240" w:lineRule="auto"/>
      </w:pPr>
      <w:r>
        <w:separator/>
      </w:r>
    </w:p>
  </w:footnote>
  <w:footnote w:type="continuationSeparator" w:id="0">
    <w:p w:rsidR="000D67D5" w:rsidRDefault="000D6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>
      <o:colormenu v:ext="edit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0929AE"/>
    <w:rsid w:val="000B0FB2"/>
    <w:rsid w:val="000D67D5"/>
    <w:rsid w:val="00107C90"/>
    <w:rsid w:val="002B3152"/>
    <w:rsid w:val="00401D74"/>
    <w:rsid w:val="004166C2"/>
    <w:rsid w:val="004C199F"/>
    <w:rsid w:val="004C496E"/>
    <w:rsid w:val="006173EC"/>
    <w:rsid w:val="00630748"/>
    <w:rsid w:val="00681F2E"/>
    <w:rsid w:val="006D69DD"/>
    <w:rsid w:val="006F65DF"/>
    <w:rsid w:val="00CD1D46"/>
    <w:rsid w:val="00EA3624"/>
    <w:rsid w:val="00F8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560EDF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560EDF" w:rsidRDefault="007F2661">
          <w:pPr>
            <w:pStyle w:val="DACD1547AD96422299E73993E803B01E"/>
          </w:pPr>
          <w:r>
            <w:t>[Type the document subtitle]</w:t>
          </w:r>
        </w:p>
      </w:docPartBody>
    </w:docPart>
    <w:docPart>
      <w:docPartPr>
        <w:name w:val="BE4FF688E5384C37919FFDE7F1A3C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FB4FD-6C0B-470F-A7DD-1678180FEDD0}"/>
      </w:docPartPr>
      <w:docPartBody>
        <w:p w:rsidR="00560EDF" w:rsidRDefault="007F2661">
          <w:pPr>
            <w:pStyle w:val="BE4FF688E5384C37919FFDE7F1A3CDF7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  <w:docPart>
      <w:docPartPr>
        <w:name w:val="92008C6CD3B6426C9473CDBE016CB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4C44E-1C61-439D-9BDC-D23452E37431}"/>
      </w:docPartPr>
      <w:docPartBody>
        <w:p w:rsidR="00560EDF" w:rsidRDefault="007F2661">
          <w:pPr>
            <w:pStyle w:val="92008C6CD3B6426C9473CDBE016CB86A"/>
          </w:pPr>
          <w:r>
            <w:rPr>
              <w:sz w:val="36"/>
              <w:szCs w:val="36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340568"/>
    <w:rsid w:val="00560EDF"/>
    <w:rsid w:val="005E1D9E"/>
    <w:rsid w:val="007F2661"/>
    <w:rsid w:val="0097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ED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60EDF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0EDF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0EDF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560EDF"/>
    <w:pPr>
      <w:bidi/>
    </w:pPr>
  </w:style>
  <w:style w:type="paragraph" w:customStyle="1" w:styleId="DACD1547AD96422299E73993E803B01E">
    <w:name w:val="DACD1547AD96422299E73993E803B01E"/>
    <w:rsid w:val="00560EDF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560EDF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60EDF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60EDF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60EDF"/>
    <w:rPr>
      <w:color w:val="808080"/>
    </w:rPr>
  </w:style>
  <w:style w:type="paragraph" w:customStyle="1" w:styleId="BE4FF688E5384C37919FFDE7F1A3CDF7">
    <w:name w:val="BE4FF688E5384C37919FFDE7F1A3CDF7"/>
    <w:rsid w:val="00560EDF"/>
    <w:pPr>
      <w:bidi/>
    </w:pPr>
  </w:style>
  <w:style w:type="paragraph" w:customStyle="1" w:styleId="92008C6CD3B6426C9473CDBE016CB86A">
    <w:name w:val="92008C6CD3B6426C9473CDBE016CB86A"/>
    <w:rsid w:val="00560EDF"/>
    <w:pPr>
      <w:bidi/>
    </w:pPr>
  </w:style>
  <w:style w:type="paragraph" w:customStyle="1" w:styleId="EC83CEA3C35C49358F5BD23C557E36C4">
    <w:name w:val="EC83CEA3C35C49358F5BD23C557E36C4"/>
    <w:rsid w:val="00560EDF"/>
    <w:pPr>
      <w:bidi/>
    </w:pPr>
  </w:style>
  <w:style w:type="paragraph" w:customStyle="1" w:styleId="6C319CA4F5B244899E658E4E1F05A075">
    <w:name w:val="6C319CA4F5B244899E658E4E1F05A075"/>
    <w:rsid w:val="00560EDF"/>
    <w:pPr>
      <w:bidi/>
    </w:pPr>
  </w:style>
  <w:style w:type="paragraph" w:customStyle="1" w:styleId="17829018C763488FB9566B94695AD294">
    <w:name w:val="17829018C763488FB9566B94695AD294"/>
    <w:rsid w:val="00560EDF"/>
    <w:pPr>
      <w:bidi/>
    </w:pPr>
  </w:style>
  <w:style w:type="paragraph" w:customStyle="1" w:styleId="0E0053ED8C414D5BBD078AE133CCBB4F">
    <w:name w:val="0E0053ED8C414D5BBD078AE133CCBB4F"/>
    <w:rsid w:val="00560EDF"/>
    <w:pPr>
      <w:bidi/>
    </w:pPr>
  </w:style>
  <w:style w:type="paragraph" w:customStyle="1" w:styleId="4A5B3B8E78D747B8B596DDAEEF4D969B">
    <w:name w:val="4A5B3B8E78D747B8B596DDAEEF4D969B"/>
    <w:rsid w:val="00560EDF"/>
    <w:pPr>
      <w:bidi/>
    </w:pPr>
  </w:style>
  <w:style w:type="paragraph" w:customStyle="1" w:styleId="4CD5AF9348674F229A934581E19AC44E">
    <w:name w:val="4CD5AF9348674F229A934581E19AC44E"/>
    <w:rsid w:val="00560EDF"/>
    <w:pPr>
      <w:bidi/>
    </w:pPr>
  </w:style>
  <w:style w:type="paragraph" w:customStyle="1" w:styleId="422CD6F757574E7C9E4F720620C9B0BC">
    <w:name w:val="422CD6F757574E7C9E4F720620C9B0BC"/>
    <w:rsid w:val="00560EDF"/>
    <w:pPr>
      <w:bidi/>
    </w:pPr>
  </w:style>
  <w:style w:type="paragraph" w:customStyle="1" w:styleId="647E9845A742481E965F5840240B1650">
    <w:name w:val="647E9845A742481E965F5840240B1650"/>
    <w:rsid w:val="00560ED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5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DDS for frequency hopping system</dc:title>
  <dc:subject>Dr.Abdel Halim Shosha</dc:subject>
  <dc:creator>Activated User</dc:creator>
  <cp:lastModifiedBy>Omar Nasr</cp:lastModifiedBy>
  <cp:revision>4</cp:revision>
  <cp:lastPrinted>2011-08-18T21:39:00Z</cp:lastPrinted>
  <dcterms:created xsi:type="dcterms:W3CDTF">2011-08-21T22:14:00Z</dcterms:created>
  <dcterms:modified xsi:type="dcterms:W3CDTF">2011-09-19T07:40:00Z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